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547C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8E92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924FDB" w14:textId="1C38568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239AE">
        <w:rPr>
          <w:rFonts w:ascii="Corbel" w:hAnsi="Corbel"/>
          <w:b/>
          <w:smallCaps/>
          <w:sz w:val="24"/>
          <w:szCs w:val="24"/>
        </w:rPr>
        <w:t>2021-2024</w:t>
      </w:r>
    </w:p>
    <w:p w14:paraId="0F0E5C74" w14:textId="5436E2F4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239AE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7A1C91" w14:textId="77777777" w:rsidR="004239AE" w:rsidRDefault="00445970" w:rsidP="004239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42D51">
        <w:rPr>
          <w:rFonts w:ascii="Corbel" w:hAnsi="Corbel"/>
          <w:sz w:val="20"/>
          <w:szCs w:val="20"/>
        </w:rPr>
        <w:t xml:space="preserve">ok akademicki </w:t>
      </w:r>
      <w:r w:rsidR="004239AE">
        <w:rPr>
          <w:rFonts w:ascii="Corbel" w:hAnsi="Corbel"/>
          <w:sz w:val="20"/>
          <w:szCs w:val="20"/>
        </w:rPr>
        <w:t>2022/2023</w:t>
      </w:r>
    </w:p>
    <w:p w14:paraId="7CC137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869E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111"/>
      </w:tblGrid>
      <w:tr w:rsidR="0085747A" w:rsidRPr="009C54AE" w14:paraId="005C6FFA" w14:textId="77777777" w:rsidTr="004239AE">
        <w:tc>
          <w:tcPr>
            <w:tcW w:w="4849" w:type="dxa"/>
            <w:vAlign w:val="center"/>
          </w:tcPr>
          <w:p w14:paraId="16748A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1" w:type="dxa"/>
            <w:vAlign w:val="center"/>
          </w:tcPr>
          <w:p w14:paraId="0FF3359D" w14:textId="79A92BB4" w:rsidR="0085747A" w:rsidRPr="009C54AE" w:rsidRDefault="00FC0B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Metody statystyczne w </w:t>
            </w:r>
            <w:r w:rsidR="00533261">
              <w:rPr>
                <w:rFonts w:ascii="Corbel" w:hAnsi="Corbel"/>
                <w:b w:val="0"/>
                <w:sz w:val="24"/>
                <w:szCs w:val="24"/>
              </w:rPr>
              <w:t>pomocy społecznej</w:t>
            </w:r>
          </w:p>
        </w:tc>
      </w:tr>
      <w:tr w:rsidR="0085747A" w:rsidRPr="009C54AE" w14:paraId="0D8ACC66" w14:textId="77777777" w:rsidTr="004239AE">
        <w:tc>
          <w:tcPr>
            <w:tcW w:w="4849" w:type="dxa"/>
            <w:vAlign w:val="center"/>
          </w:tcPr>
          <w:p w14:paraId="7540762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1" w:type="dxa"/>
            <w:vAlign w:val="center"/>
          </w:tcPr>
          <w:p w14:paraId="45028A92" w14:textId="77777777" w:rsidR="0085747A" w:rsidRPr="009C54AE" w:rsidRDefault="0085555B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1S[4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4561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A516763" w14:textId="77777777" w:rsidTr="004239AE">
        <w:tc>
          <w:tcPr>
            <w:tcW w:w="4849" w:type="dxa"/>
            <w:vAlign w:val="center"/>
          </w:tcPr>
          <w:p w14:paraId="20D011D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1" w:type="dxa"/>
            <w:vAlign w:val="center"/>
          </w:tcPr>
          <w:p w14:paraId="694A169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E94864" w14:textId="77777777" w:rsidTr="004239AE">
        <w:tc>
          <w:tcPr>
            <w:tcW w:w="4849" w:type="dxa"/>
            <w:vAlign w:val="center"/>
          </w:tcPr>
          <w:p w14:paraId="7FF814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1" w:type="dxa"/>
            <w:vAlign w:val="center"/>
          </w:tcPr>
          <w:p w14:paraId="6B2C2DE3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78183F" w14:textId="77777777" w:rsidTr="004239AE">
        <w:tc>
          <w:tcPr>
            <w:tcW w:w="4849" w:type="dxa"/>
            <w:vAlign w:val="center"/>
          </w:tcPr>
          <w:p w14:paraId="488ADF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1" w:type="dxa"/>
            <w:vAlign w:val="center"/>
          </w:tcPr>
          <w:p w14:paraId="12B0BE10" w14:textId="77777777"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1F034FC" w14:textId="77777777" w:rsidTr="004239AE">
        <w:tc>
          <w:tcPr>
            <w:tcW w:w="4849" w:type="dxa"/>
            <w:vAlign w:val="center"/>
          </w:tcPr>
          <w:p w14:paraId="1746F7B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1" w:type="dxa"/>
            <w:vAlign w:val="center"/>
          </w:tcPr>
          <w:p w14:paraId="1899DE41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1CDA7F5" w14:textId="77777777" w:rsidTr="004239AE">
        <w:tc>
          <w:tcPr>
            <w:tcW w:w="4849" w:type="dxa"/>
            <w:vAlign w:val="center"/>
          </w:tcPr>
          <w:p w14:paraId="572D8B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1" w:type="dxa"/>
            <w:vAlign w:val="center"/>
          </w:tcPr>
          <w:p w14:paraId="094AB350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52771E" w14:textId="77777777" w:rsidTr="004239AE">
        <w:tc>
          <w:tcPr>
            <w:tcW w:w="4849" w:type="dxa"/>
            <w:vAlign w:val="center"/>
          </w:tcPr>
          <w:p w14:paraId="19B11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1" w:type="dxa"/>
            <w:vAlign w:val="center"/>
          </w:tcPr>
          <w:p w14:paraId="399A80F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E2D477" w14:textId="77777777" w:rsidTr="004239AE">
        <w:tc>
          <w:tcPr>
            <w:tcW w:w="4849" w:type="dxa"/>
            <w:vAlign w:val="center"/>
          </w:tcPr>
          <w:p w14:paraId="31B0AF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1" w:type="dxa"/>
            <w:vAlign w:val="center"/>
          </w:tcPr>
          <w:p w14:paraId="624DDB4C" w14:textId="140B18F6" w:rsidR="0085747A" w:rsidRPr="009C54AE" w:rsidRDefault="009C2DD9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0BA7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4ACF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2D03978B" w14:textId="77777777" w:rsidTr="004239AE">
        <w:tc>
          <w:tcPr>
            <w:tcW w:w="4849" w:type="dxa"/>
            <w:vAlign w:val="center"/>
          </w:tcPr>
          <w:p w14:paraId="1BFDB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1" w:type="dxa"/>
            <w:vAlign w:val="center"/>
          </w:tcPr>
          <w:p w14:paraId="70133C77" w14:textId="77777777" w:rsidR="0085747A" w:rsidRPr="009C54AE" w:rsidRDefault="004561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14:paraId="0AC82A0C" w14:textId="77777777" w:rsidTr="004239AE">
        <w:tc>
          <w:tcPr>
            <w:tcW w:w="4849" w:type="dxa"/>
            <w:vAlign w:val="center"/>
          </w:tcPr>
          <w:p w14:paraId="7DD982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1" w:type="dxa"/>
            <w:vAlign w:val="center"/>
          </w:tcPr>
          <w:p w14:paraId="1C628655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2F4ECB03" w14:textId="77777777" w:rsidTr="004239AE">
        <w:tc>
          <w:tcPr>
            <w:tcW w:w="4849" w:type="dxa"/>
            <w:vAlign w:val="center"/>
          </w:tcPr>
          <w:p w14:paraId="3C01C6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1" w:type="dxa"/>
            <w:vAlign w:val="center"/>
          </w:tcPr>
          <w:p w14:paraId="2B2B1845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1BF40761" w14:textId="77777777" w:rsidTr="004239AE">
        <w:tc>
          <w:tcPr>
            <w:tcW w:w="4849" w:type="dxa"/>
            <w:vAlign w:val="center"/>
          </w:tcPr>
          <w:p w14:paraId="7CCEF1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1" w:type="dxa"/>
            <w:vAlign w:val="center"/>
          </w:tcPr>
          <w:p w14:paraId="2A15A8A8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7BCBDF9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8D69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1EEA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59787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C4B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C9ECC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81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C5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E0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F9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B6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88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D39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F0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A5DE6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2EE2" w14:textId="77A0E883" w:rsidR="00015B8F" w:rsidRPr="009C54AE" w:rsidRDefault="00C902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24AC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68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3126" w14:textId="66ECF3C0" w:rsidR="00015B8F" w:rsidRPr="009C54AE" w:rsidRDefault="00015B8F" w:rsidP="008555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41A4" w14:textId="34A6F102" w:rsidR="00015B8F" w:rsidRPr="009C54AE" w:rsidRDefault="00291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0B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FA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B0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CA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F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5104" w14:textId="77777777" w:rsidR="00015B8F" w:rsidRPr="009C54AE" w:rsidRDefault="008475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529227" w14:textId="77777777" w:rsidR="00923D7D" w:rsidRPr="009C54AE" w:rsidRDefault="00923D7D" w:rsidP="00E941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BDAF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026000" w14:textId="3282B109" w:rsidR="0085747A" w:rsidRPr="009C54AE" w:rsidRDefault="004239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39AE">
        <w:rPr>
          <w:rFonts w:ascii="Corbel" w:eastAsia="MS Gothic" w:hAnsi="Corbel" w:cs="MS Gothic"/>
          <w:b w:val="0"/>
          <w:szCs w:val="24"/>
        </w:rPr>
        <w:t xml:space="preserve"> 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E2990B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125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1BB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DFE19" w14:textId="77777777" w:rsidR="004239AE" w:rsidRDefault="00ED2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</w:p>
    <w:p w14:paraId="03BAD57C" w14:textId="5ACE70E6" w:rsidR="009C54AE" w:rsidRDefault="008C5C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19CAAA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B6969" w14:textId="4599D70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9DC02FC" w14:textId="77777777" w:rsidR="004239AE" w:rsidRPr="009C54AE" w:rsidRDefault="004239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97EE42" w14:textId="77777777" w:rsidTr="00745302">
        <w:tc>
          <w:tcPr>
            <w:tcW w:w="9670" w:type="dxa"/>
          </w:tcPr>
          <w:p w14:paraId="0217C973" w14:textId="4BB7E17A" w:rsidR="0085747A" w:rsidRPr="009C54AE" w:rsidRDefault="00324ACF" w:rsidP="008555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przedmiotu „Podstawy statystyki”.</w:t>
            </w:r>
          </w:p>
        </w:tc>
      </w:tr>
    </w:tbl>
    <w:p w14:paraId="109C3D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550A8" w14:textId="486B61A7" w:rsidR="0085747A" w:rsidRPr="00C05F44" w:rsidRDefault="004239A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2430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768D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2616E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475F0" w:rsidRPr="009C54AE" w14:paraId="4F25D8E5" w14:textId="77777777" w:rsidTr="00C121BE">
        <w:tc>
          <w:tcPr>
            <w:tcW w:w="851" w:type="dxa"/>
            <w:vAlign w:val="center"/>
          </w:tcPr>
          <w:p w14:paraId="3C49EC85" w14:textId="77777777" w:rsidR="008475F0" w:rsidRPr="009C54AE" w:rsidRDefault="008475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B03782A" w14:textId="1076971F" w:rsidR="008475F0" w:rsidRPr="008475F0" w:rsidRDefault="00C15577" w:rsidP="00651E8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przez studenta umiejętności</w:t>
            </w:r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samodzielnej analizy i interpretacji danych z zastosowaniem komputera przy pomocy pakietu statystycznego.</w:t>
            </w:r>
          </w:p>
        </w:tc>
      </w:tr>
      <w:tr w:rsidR="008475F0" w:rsidRPr="009C54AE" w14:paraId="09658440" w14:textId="77777777" w:rsidTr="00C121BE">
        <w:tc>
          <w:tcPr>
            <w:tcW w:w="851" w:type="dxa"/>
            <w:vAlign w:val="center"/>
          </w:tcPr>
          <w:p w14:paraId="79FEA9EC" w14:textId="77777777" w:rsidR="008475F0" w:rsidRPr="009C54AE" w:rsidRDefault="008475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C9AFAE" w14:textId="61602C56" w:rsidR="008475F0" w:rsidRPr="008475F0" w:rsidRDefault="00C15577" w:rsidP="00651E8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Pozyskanie przez studenta</w:t>
            </w:r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umiejętności sporządzania i czytania tabel krzyżowych, tworzenia indeksów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475F0" w:rsidRPr="008475F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pisania raportów z badań.</w:t>
            </w:r>
          </w:p>
        </w:tc>
      </w:tr>
    </w:tbl>
    <w:p w14:paraId="168F3D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9D9F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09B6F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8B5852A" w14:textId="77777777" w:rsidTr="0071620A">
        <w:tc>
          <w:tcPr>
            <w:tcW w:w="1701" w:type="dxa"/>
            <w:vAlign w:val="center"/>
          </w:tcPr>
          <w:p w14:paraId="560630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691AF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1222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16EAFE4" w14:textId="77777777" w:rsidTr="005E6E85">
        <w:tc>
          <w:tcPr>
            <w:tcW w:w="1701" w:type="dxa"/>
          </w:tcPr>
          <w:p w14:paraId="66C28947" w14:textId="48B1A3B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0194DB9" w14:textId="62EBB1FA" w:rsidR="0085747A" w:rsidRPr="009C54AE" w:rsidRDefault="00071A51" w:rsidP="00071A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15049">
              <w:rPr>
                <w:rFonts w:ascii="Corbel" w:hAnsi="Corbel"/>
                <w:b w:val="0"/>
                <w:smallCaps w:val="0"/>
                <w:szCs w:val="24"/>
              </w:rPr>
              <w:t>ie jak organizować i agregować dane niezbędne do analiz w pracy socjalnej</w:t>
            </w:r>
          </w:p>
        </w:tc>
        <w:tc>
          <w:tcPr>
            <w:tcW w:w="1873" w:type="dxa"/>
          </w:tcPr>
          <w:p w14:paraId="75C77F61" w14:textId="7B3A1455" w:rsidR="0085747A" w:rsidRPr="009C54AE" w:rsidRDefault="00F4521E" w:rsidP="00855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F2A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55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9C54AE" w14:paraId="679CCD50" w14:textId="77777777" w:rsidTr="005E6E85">
        <w:tc>
          <w:tcPr>
            <w:tcW w:w="1701" w:type="dxa"/>
          </w:tcPr>
          <w:p w14:paraId="0E5E76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024570" w14:textId="3F87EE9D" w:rsidR="0085747A" w:rsidRPr="009C54AE" w:rsidRDefault="00071A51" w:rsidP="00071A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samodzielnie opracowywać, analizować i interpretować dane statystyczne dotyczące</w:t>
            </w:r>
            <w:r w:rsidR="00ED25B1"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</w:p>
        </w:tc>
        <w:tc>
          <w:tcPr>
            <w:tcW w:w="1873" w:type="dxa"/>
          </w:tcPr>
          <w:p w14:paraId="472EC087" w14:textId="5131A742" w:rsidR="0085747A" w:rsidRPr="009C54AE" w:rsidRDefault="00F4521E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F2A4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57D60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F8C55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3B84F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D010E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55A2CA" w14:textId="77777777" w:rsidTr="00923D7D">
        <w:tc>
          <w:tcPr>
            <w:tcW w:w="9639" w:type="dxa"/>
          </w:tcPr>
          <w:p w14:paraId="79269C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1D7FF6BD" w14:textId="77777777" w:rsidTr="004239AE">
        <w:trPr>
          <w:trHeight w:hRule="exact" w:val="359"/>
        </w:trPr>
        <w:tc>
          <w:tcPr>
            <w:tcW w:w="9639" w:type="dxa"/>
          </w:tcPr>
          <w:p w14:paraId="455308A8" w14:textId="5CD9C9FC" w:rsidR="00ED25B1" w:rsidRPr="00ED25B1" w:rsidRDefault="00ED25B1" w:rsidP="0052791B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2985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E42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C65034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BB4EA1" w14:textId="77777777" w:rsidTr="00923D7D">
        <w:tc>
          <w:tcPr>
            <w:tcW w:w="9639" w:type="dxa"/>
          </w:tcPr>
          <w:p w14:paraId="1A3A618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75F0" w:rsidRPr="009C54AE" w14:paraId="301383A0" w14:textId="77777777" w:rsidTr="00923D7D">
        <w:tc>
          <w:tcPr>
            <w:tcW w:w="9639" w:type="dxa"/>
          </w:tcPr>
          <w:p w14:paraId="48C45C3E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8475F0" w:rsidRPr="009C54AE" w14:paraId="52663D7B" w14:textId="77777777" w:rsidTr="00923D7D">
        <w:tc>
          <w:tcPr>
            <w:tcW w:w="9639" w:type="dxa"/>
          </w:tcPr>
          <w:p w14:paraId="77AD6770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8475F0" w:rsidRPr="009C54AE" w14:paraId="4AB670C4" w14:textId="77777777" w:rsidTr="00923D7D">
        <w:tc>
          <w:tcPr>
            <w:tcW w:w="9639" w:type="dxa"/>
          </w:tcPr>
          <w:p w14:paraId="37517306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8475F0" w:rsidRPr="009C54AE" w14:paraId="26DD6746" w14:textId="77777777" w:rsidTr="00923D7D">
        <w:tc>
          <w:tcPr>
            <w:tcW w:w="9639" w:type="dxa"/>
          </w:tcPr>
          <w:p w14:paraId="5410E2E6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8475F0" w:rsidRPr="009C54AE" w14:paraId="3A31B030" w14:textId="77777777" w:rsidTr="00923D7D">
        <w:tc>
          <w:tcPr>
            <w:tcW w:w="9639" w:type="dxa"/>
          </w:tcPr>
          <w:p w14:paraId="16CFBA7B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8475F0" w:rsidRPr="009C54AE" w14:paraId="1BE059DD" w14:textId="77777777" w:rsidTr="00923D7D">
        <w:tc>
          <w:tcPr>
            <w:tcW w:w="9639" w:type="dxa"/>
          </w:tcPr>
          <w:p w14:paraId="1F41016C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8475F0" w:rsidRPr="009C54AE" w14:paraId="34B84C9D" w14:textId="77777777" w:rsidTr="00923D7D">
        <w:tc>
          <w:tcPr>
            <w:tcW w:w="9639" w:type="dxa"/>
          </w:tcPr>
          <w:p w14:paraId="08E42DA8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8475F0" w:rsidRPr="009C54AE" w14:paraId="07102811" w14:textId="77777777" w:rsidTr="00923D7D">
        <w:tc>
          <w:tcPr>
            <w:tcW w:w="9639" w:type="dxa"/>
          </w:tcPr>
          <w:p w14:paraId="1D6000EC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>Test chi kwadrat oraz współczynniki dla zmiennych nominalnych.</w:t>
            </w:r>
          </w:p>
        </w:tc>
      </w:tr>
      <w:tr w:rsidR="008475F0" w:rsidRPr="009C54AE" w14:paraId="055516EE" w14:textId="77777777" w:rsidTr="00923D7D">
        <w:tc>
          <w:tcPr>
            <w:tcW w:w="9639" w:type="dxa"/>
          </w:tcPr>
          <w:p w14:paraId="11DDCED9" w14:textId="77777777" w:rsidR="008475F0" w:rsidRPr="008475F0" w:rsidRDefault="008475F0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475F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8475F0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8475F0">
              <w:rPr>
                <w:rFonts w:ascii="Corbel" w:hAnsi="Corbel"/>
                <w:sz w:val="24"/>
                <w:szCs w:val="24"/>
              </w:rPr>
              <w:t>, Pearsona)</w:t>
            </w:r>
          </w:p>
        </w:tc>
      </w:tr>
    </w:tbl>
    <w:p w14:paraId="2C5D4F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FAD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F2D643" w14:textId="77777777" w:rsidR="008564CB" w:rsidRDefault="008564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694276" w14:textId="0D039188" w:rsidR="0085747A" w:rsidRPr="00071A51" w:rsidRDefault="00415049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071A51">
        <w:rPr>
          <w:rFonts w:ascii="Corbel" w:hAnsi="Corbel"/>
          <w:b w:val="0"/>
          <w:i/>
          <w:iCs/>
          <w:smallCaps w:val="0"/>
          <w:szCs w:val="24"/>
        </w:rPr>
        <w:t>W</w:t>
      </w:r>
      <w:r w:rsidR="00ED25B1" w:rsidRPr="00071A51">
        <w:rPr>
          <w:rFonts w:ascii="Corbel" w:hAnsi="Corbel"/>
          <w:b w:val="0"/>
          <w:i/>
          <w:iCs/>
          <w:smallCaps w:val="0"/>
          <w:szCs w:val="24"/>
        </w:rPr>
        <w:t>ykład z prezentacją, rozwiązywanie zadań, p</w:t>
      </w:r>
      <w:r w:rsidR="001C4489" w:rsidRPr="00071A51">
        <w:rPr>
          <w:rFonts w:ascii="Corbel" w:hAnsi="Corbel"/>
          <w:b w:val="0"/>
          <w:i/>
          <w:iCs/>
          <w:smallCaps w:val="0"/>
          <w:szCs w:val="24"/>
        </w:rPr>
        <w:t>raca w laboratorium</w:t>
      </w:r>
      <w:r w:rsidR="00FD0879" w:rsidRPr="00071A51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</w:p>
    <w:p w14:paraId="072785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3E466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1EEFB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DF69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CDA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F4BE557" w14:textId="77777777" w:rsidTr="00C05F44">
        <w:tc>
          <w:tcPr>
            <w:tcW w:w="1985" w:type="dxa"/>
            <w:vAlign w:val="center"/>
          </w:tcPr>
          <w:p w14:paraId="5489F3C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5A8B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B3697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E189B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E0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8707B1" w14:textId="77777777" w:rsidTr="00C05F44">
        <w:tc>
          <w:tcPr>
            <w:tcW w:w="1985" w:type="dxa"/>
          </w:tcPr>
          <w:p w14:paraId="5DAA10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4F718D" w14:textId="69CA2B73" w:rsidR="0085747A" w:rsidRPr="00FD0879" w:rsidRDefault="00071A51" w:rsidP="00415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415049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62C415D9" w14:textId="59796B1F" w:rsidR="0085747A" w:rsidRPr="009C54AE" w:rsidRDefault="0029174D" w:rsidP="00DE56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2ADC" w:rsidRPr="009C54AE" w14:paraId="5723429A" w14:textId="77777777" w:rsidTr="00C05F44">
        <w:tc>
          <w:tcPr>
            <w:tcW w:w="1985" w:type="dxa"/>
          </w:tcPr>
          <w:p w14:paraId="323ECD5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578939" w14:textId="77777777" w:rsidR="00522ADC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F381FA7" w14:textId="2D89D1E5" w:rsidR="00522ADC" w:rsidRPr="0029174D" w:rsidRDefault="0029174D" w:rsidP="00522A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74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EBEEE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BD04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0355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24EB" w14:textId="77777777" w:rsidTr="00923D7D">
        <w:tc>
          <w:tcPr>
            <w:tcW w:w="9670" w:type="dxa"/>
          </w:tcPr>
          <w:p w14:paraId="0DE91C30" w14:textId="77777777" w:rsidR="0085747A" w:rsidRPr="009C54AE" w:rsidRDefault="00415049" w:rsidP="00071A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6196">
              <w:rPr>
                <w:rFonts w:ascii="Corbel" w:hAnsi="Corbel"/>
                <w:b w:val="0"/>
                <w:smallCaps w:val="0"/>
                <w:szCs w:val="24"/>
              </w:rPr>
              <w:t xml:space="preserve">Zaliczenie pisemne z praktycznej umiejętności posługiwania się </w:t>
            </w:r>
            <w:r w:rsidR="008475F0" w:rsidRPr="00416196">
              <w:rPr>
                <w:rFonts w:ascii="Corbel" w:hAnsi="Corbel"/>
                <w:b w:val="0"/>
                <w:smallCaps w:val="0"/>
                <w:szCs w:val="24"/>
              </w:rPr>
              <w:t>pakietem statystycznym SPSS</w:t>
            </w:r>
          </w:p>
        </w:tc>
      </w:tr>
    </w:tbl>
    <w:p w14:paraId="51F430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80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106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4"/>
        <w:gridCol w:w="3506"/>
      </w:tblGrid>
      <w:tr w:rsidR="0085747A" w:rsidRPr="009C54AE" w14:paraId="52BC3856" w14:textId="77777777" w:rsidTr="00E9411C">
        <w:tc>
          <w:tcPr>
            <w:tcW w:w="6096" w:type="dxa"/>
            <w:vAlign w:val="center"/>
          </w:tcPr>
          <w:p w14:paraId="420BE3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14:paraId="5D1A3D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BCC9DE" w14:textId="77777777" w:rsidTr="00E9411C">
        <w:tc>
          <w:tcPr>
            <w:tcW w:w="6096" w:type="dxa"/>
          </w:tcPr>
          <w:p w14:paraId="19CA211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14:paraId="7A63839B" w14:textId="77777777"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DD9037" w14:textId="77777777" w:rsidTr="00E9411C">
        <w:tc>
          <w:tcPr>
            <w:tcW w:w="6096" w:type="dxa"/>
          </w:tcPr>
          <w:p w14:paraId="23992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7472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14:paraId="7C63205D" w14:textId="77777777" w:rsidR="00C61DC5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F33460F" w14:textId="77777777" w:rsidTr="00E9411C">
        <w:tc>
          <w:tcPr>
            <w:tcW w:w="6096" w:type="dxa"/>
          </w:tcPr>
          <w:p w14:paraId="2BF24E5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9B460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14:paraId="67F78EEF" w14:textId="77777777" w:rsidR="00C61DC5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2E46DD85" w14:textId="77777777" w:rsidTr="00E9411C">
        <w:tc>
          <w:tcPr>
            <w:tcW w:w="6096" w:type="dxa"/>
          </w:tcPr>
          <w:p w14:paraId="0D1382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14:paraId="40739C7A" w14:textId="77777777"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0A86841F" w14:textId="77777777" w:rsidTr="00E9411C">
        <w:tc>
          <w:tcPr>
            <w:tcW w:w="6096" w:type="dxa"/>
          </w:tcPr>
          <w:p w14:paraId="6FAD12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14:paraId="5D9A7BA6" w14:textId="77777777"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587538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9D54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1FA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ACE5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="008564CB" w:rsidRPr="009C54AE" w14:paraId="3EF464D5" w14:textId="77777777" w:rsidTr="00E9411C">
        <w:trPr>
          <w:trHeight w:val="397"/>
        </w:trPr>
        <w:tc>
          <w:tcPr>
            <w:tcW w:w="4253" w:type="dxa"/>
          </w:tcPr>
          <w:p w14:paraId="7CF68E93" w14:textId="77777777" w:rsidR="008564CB" w:rsidRPr="009C54AE" w:rsidRDefault="008564CB" w:rsidP="00856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C89477" w14:textId="54A1EC70" w:rsidR="008564CB" w:rsidRPr="00071A51" w:rsidRDefault="00071A51" w:rsidP="008564C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="008564CB" w:rsidRPr="00071A51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  <w:tr w:rsidR="008564CB" w:rsidRPr="009C54AE" w14:paraId="480C046D" w14:textId="77777777" w:rsidTr="00E9411C">
        <w:trPr>
          <w:trHeight w:val="397"/>
        </w:trPr>
        <w:tc>
          <w:tcPr>
            <w:tcW w:w="4253" w:type="dxa"/>
          </w:tcPr>
          <w:p w14:paraId="40CD23C8" w14:textId="77777777" w:rsidR="008564CB" w:rsidRPr="009C54AE" w:rsidRDefault="008564CB" w:rsidP="00856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E298C9" w14:textId="6E66062B" w:rsidR="008564CB" w:rsidRPr="00071A51" w:rsidRDefault="00071A51" w:rsidP="008564C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="008564CB" w:rsidRPr="00071A51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</w:tbl>
    <w:p w14:paraId="1012A64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20C7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2447A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5747A" w:rsidRPr="009C54AE" w14:paraId="74B2FC6D" w14:textId="77777777" w:rsidTr="00E9411C">
        <w:trPr>
          <w:trHeight w:val="397"/>
        </w:trPr>
        <w:tc>
          <w:tcPr>
            <w:tcW w:w="9923" w:type="dxa"/>
          </w:tcPr>
          <w:p w14:paraId="28DDD4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0CA18F" w14:textId="77777777" w:rsidR="006761A5" w:rsidRPr="006C14C6" w:rsidRDefault="006761A5" w:rsidP="006C14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: praktyczny poradnik analizy danych w naukach społecznych na przykładach z psychologii. </w:t>
            </w:r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99ECBC2" w14:textId="77777777" w:rsidR="006761A5" w:rsidRPr="008475F0" w:rsidRDefault="006761A5" w:rsidP="006C14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danych: SPSS PL for Windows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BFB9F07" w14:textId="77777777" w:rsidR="006761A5" w:rsidRPr="008475F0" w:rsidRDefault="006761A5" w:rsidP="006C14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(2002).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F10A94F" w14:textId="77777777" w:rsidR="006761A5" w:rsidRDefault="006761A5" w:rsidP="006C14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Pusz P., Zaręba L. (2006),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Elementy statystyki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0221C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302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Rzeszów: Fosze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D3C0668" w14:textId="77777777" w:rsidR="006761A5" w:rsidRPr="009C54AE" w:rsidRDefault="006761A5" w:rsidP="006C14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Starzyńska W. (red.). (2009).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statystyki: podręcznik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3642A2E" w14:textId="52CE7AED" w:rsidR="005503E9" w:rsidRPr="009C54AE" w:rsidRDefault="006761A5" w:rsidP="006C14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Wieczorkowska G.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(2003).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eksperymentalnych.</w:t>
            </w:r>
            <w:r w:rsidRPr="0030221C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302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Scholar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DA4F3E3" w14:textId="77777777" w:rsidTr="00E9411C">
        <w:trPr>
          <w:trHeight w:val="397"/>
        </w:trPr>
        <w:tc>
          <w:tcPr>
            <w:tcW w:w="9923" w:type="dxa"/>
          </w:tcPr>
          <w:p w14:paraId="118ADA03" w14:textId="50383033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16DA54AC" w14:textId="2E5FF5BF" w:rsidR="008475F0" w:rsidRPr="006761A5" w:rsidRDefault="00025C4D" w:rsidP="00676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Jóźwiak J., Podgórski J.</w:t>
            </w:r>
            <w:r w:rsidR="00A6153C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od podstaw</w:t>
            </w:r>
            <w:r w:rsidR="00A6153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6761A5" w:rsidRPr="006761A5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6761A5" w:rsidRPr="006761A5">
              <w:rPr>
                <w:rFonts w:ascii="Corbel" w:hAnsi="Corbel"/>
                <w:b w:val="0"/>
                <w:smallCaps w:val="0"/>
                <w:szCs w:val="24"/>
              </w:rPr>
              <w:t>Warszawa: Polskie Wydawnictwo Ekonomiczne</w:t>
            </w:r>
            <w:r w:rsidR="006761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EF0B12" w14:textId="66151486" w:rsidR="008475F0" w:rsidRDefault="008475F0" w:rsidP="00676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(red.)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(1997</w:t>
            </w:r>
            <w:r w:rsidR="00A6153C"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)</w:t>
            </w:r>
            <w:r w:rsidR="006761A5"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Badania empiryczne w socjologii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</w:t>
            </w:r>
            <w:r w:rsidR="006761A5" w:rsidRP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yczyn: Wyższa Szkoła Społeczno-Gospodarcza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9725E6" w14:textId="40E0CCD4" w:rsidR="005503E9" w:rsidRDefault="005503E9" w:rsidP="00676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 biegu, gotowi - start! Wprowadzenie do SPSS dla Windows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Gdańskie Wydawnictwo Psychologiczne.</w:t>
            </w:r>
            <w:r w:rsidR="00D00C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00C60" w:rsidRPr="00D00C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https://docplayer.pl/9423943-T-qwp-do-biegu-gotowi-start-wprowadzenie-do-spss-dla-windows-thomas-w-pavkov-kent-a-pierce-przeklad-jacek-buczny.html</w:t>
            </w:r>
          </w:p>
          <w:p w14:paraId="3FBC8BBF" w14:textId="6B9EB075" w:rsidR="00025C4D" w:rsidRPr="008475F0" w:rsidRDefault="00025C4D" w:rsidP="00676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Sobczyk M.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(2010).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158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opisowa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F15861" w:rsidRPr="00F15861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F15861"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 w:rsid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15861"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H. Beck</w:t>
            </w:r>
            <w:r w:rsid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D88A167" w14:textId="6397B0B6" w:rsidR="00522ADC" w:rsidRPr="00DE5658" w:rsidRDefault="008475F0" w:rsidP="006761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B2C8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B2C8B" w:rsidRPr="005B2C8B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5B2C8B" w:rsidRPr="005B2C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Katowice: Śląsk</w:t>
            </w:r>
            <w:r w:rsidR="005B2C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C2D34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2D82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64CB">
      <w:footerReference w:type="default" r:id="rId11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49B91" w14:textId="77777777" w:rsidR="004D74BA" w:rsidRDefault="004D74BA" w:rsidP="00C16ABF">
      <w:pPr>
        <w:spacing w:after="0" w:line="240" w:lineRule="auto"/>
      </w:pPr>
      <w:r>
        <w:separator/>
      </w:r>
    </w:p>
  </w:endnote>
  <w:endnote w:type="continuationSeparator" w:id="0">
    <w:p w14:paraId="00C0CA5A" w14:textId="77777777" w:rsidR="004D74BA" w:rsidRDefault="004D74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310190"/>
      <w:docPartObj>
        <w:docPartGallery w:val="Page Numbers (Bottom of Page)"/>
        <w:docPartUnique/>
      </w:docPartObj>
    </w:sdtPr>
    <w:sdtEndPr/>
    <w:sdtContent>
      <w:p w14:paraId="596AC07C" w14:textId="642E0FC2" w:rsidR="00071A51" w:rsidRDefault="00071A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B0994F" w14:textId="77777777" w:rsidR="00071A51" w:rsidRDefault="00071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C2D98" w14:textId="77777777" w:rsidR="004D74BA" w:rsidRDefault="004D74BA" w:rsidP="00C16ABF">
      <w:pPr>
        <w:spacing w:after="0" w:line="240" w:lineRule="auto"/>
      </w:pPr>
      <w:r>
        <w:separator/>
      </w:r>
    </w:p>
  </w:footnote>
  <w:footnote w:type="continuationSeparator" w:id="0">
    <w:p w14:paraId="3AFF5F80" w14:textId="77777777" w:rsidR="004D74BA" w:rsidRDefault="004D74BA" w:rsidP="00C16ABF">
      <w:pPr>
        <w:spacing w:after="0" w:line="240" w:lineRule="auto"/>
      </w:pPr>
      <w:r>
        <w:continuationSeparator/>
      </w:r>
    </w:p>
  </w:footnote>
  <w:footnote w:id="1">
    <w:p w14:paraId="214CCF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D6"/>
    <w:rsid w:val="00015B8F"/>
    <w:rsid w:val="00022ECE"/>
    <w:rsid w:val="00025C4D"/>
    <w:rsid w:val="00042A51"/>
    <w:rsid w:val="00042D2E"/>
    <w:rsid w:val="00044C82"/>
    <w:rsid w:val="00070ED6"/>
    <w:rsid w:val="00071A5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02B00"/>
    <w:rsid w:val="00124BFF"/>
    <w:rsid w:val="0012560E"/>
    <w:rsid w:val="00127108"/>
    <w:rsid w:val="00134B13"/>
    <w:rsid w:val="00146BC0"/>
    <w:rsid w:val="00153C41"/>
    <w:rsid w:val="00154381"/>
    <w:rsid w:val="00162113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104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74D"/>
    <w:rsid w:val="002924B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A4B"/>
    <w:rsid w:val="002F4ABE"/>
    <w:rsid w:val="003018BA"/>
    <w:rsid w:val="0030221C"/>
    <w:rsid w:val="0030395F"/>
    <w:rsid w:val="00305C92"/>
    <w:rsid w:val="003151C5"/>
    <w:rsid w:val="00324ACF"/>
    <w:rsid w:val="003343CF"/>
    <w:rsid w:val="00346FE9"/>
    <w:rsid w:val="0034759A"/>
    <w:rsid w:val="003503F6"/>
    <w:rsid w:val="003530DD"/>
    <w:rsid w:val="00363F78"/>
    <w:rsid w:val="003A0A5B"/>
    <w:rsid w:val="003A1176"/>
    <w:rsid w:val="003B29C7"/>
    <w:rsid w:val="003C0BAE"/>
    <w:rsid w:val="003D18A9"/>
    <w:rsid w:val="003D6CE2"/>
    <w:rsid w:val="003E1941"/>
    <w:rsid w:val="003E2FE6"/>
    <w:rsid w:val="003E49D5"/>
    <w:rsid w:val="003F205D"/>
    <w:rsid w:val="003F38C0"/>
    <w:rsid w:val="003F5D7B"/>
    <w:rsid w:val="00414E3C"/>
    <w:rsid w:val="00415049"/>
    <w:rsid w:val="00416196"/>
    <w:rsid w:val="0042244A"/>
    <w:rsid w:val="004239AE"/>
    <w:rsid w:val="0042745A"/>
    <w:rsid w:val="00431D5C"/>
    <w:rsid w:val="004362C6"/>
    <w:rsid w:val="004368FB"/>
    <w:rsid w:val="00437FA2"/>
    <w:rsid w:val="00445970"/>
    <w:rsid w:val="0045613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74BA"/>
    <w:rsid w:val="004F1551"/>
    <w:rsid w:val="004F55A3"/>
    <w:rsid w:val="0050496F"/>
    <w:rsid w:val="00513B6F"/>
    <w:rsid w:val="00517C63"/>
    <w:rsid w:val="00522ADC"/>
    <w:rsid w:val="00533261"/>
    <w:rsid w:val="005363C4"/>
    <w:rsid w:val="00536BDE"/>
    <w:rsid w:val="00543ACC"/>
    <w:rsid w:val="005503E9"/>
    <w:rsid w:val="0056696D"/>
    <w:rsid w:val="0059484D"/>
    <w:rsid w:val="005A0855"/>
    <w:rsid w:val="005A3196"/>
    <w:rsid w:val="005B1FF3"/>
    <w:rsid w:val="005B2C8B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1A5"/>
    <w:rsid w:val="00696477"/>
    <w:rsid w:val="00696D9D"/>
    <w:rsid w:val="006B1D7A"/>
    <w:rsid w:val="006B5C82"/>
    <w:rsid w:val="006C14C6"/>
    <w:rsid w:val="006C1C5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2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26936"/>
    <w:rsid w:val="0083580A"/>
    <w:rsid w:val="008449B3"/>
    <w:rsid w:val="008475F0"/>
    <w:rsid w:val="008552A2"/>
    <w:rsid w:val="0085555B"/>
    <w:rsid w:val="008564CB"/>
    <w:rsid w:val="00857404"/>
    <w:rsid w:val="0085747A"/>
    <w:rsid w:val="00872A02"/>
    <w:rsid w:val="00884922"/>
    <w:rsid w:val="00885F64"/>
    <w:rsid w:val="00887B85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397C"/>
    <w:rsid w:val="008F6E29"/>
    <w:rsid w:val="00916188"/>
    <w:rsid w:val="00922970"/>
    <w:rsid w:val="00923D7D"/>
    <w:rsid w:val="009359BF"/>
    <w:rsid w:val="009508DF"/>
    <w:rsid w:val="00950DAC"/>
    <w:rsid w:val="00951641"/>
    <w:rsid w:val="00954A07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3C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57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C9"/>
    <w:rsid w:val="00C94B98"/>
    <w:rsid w:val="00CA2B96"/>
    <w:rsid w:val="00CA5089"/>
    <w:rsid w:val="00CD6897"/>
    <w:rsid w:val="00CD6BE5"/>
    <w:rsid w:val="00CE5BAC"/>
    <w:rsid w:val="00CF25BE"/>
    <w:rsid w:val="00CF67D4"/>
    <w:rsid w:val="00CF78ED"/>
    <w:rsid w:val="00D00C60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135"/>
    <w:rsid w:val="00D8678B"/>
    <w:rsid w:val="00D975D2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258E9"/>
    <w:rsid w:val="00E42D51"/>
    <w:rsid w:val="00E51E44"/>
    <w:rsid w:val="00E63348"/>
    <w:rsid w:val="00E742AA"/>
    <w:rsid w:val="00E77E88"/>
    <w:rsid w:val="00E8107D"/>
    <w:rsid w:val="00E9411C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5861"/>
    <w:rsid w:val="00F17567"/>
    <w:rsid w:val="00F27A7B"/>
    <w:rsid w:val="00F4521E"/>
    <w:rsid w:val="00F526AF"/>
    <w:rsid w:val="00F617C3"/>
    <w:rsid w:val="00F7066B"/>
    <w:rsid w:val="00F7219D"/>
    <w:rsid w:val="00F83B28"/>
    <w:rsid w:val="00F93157"/>
    <w:rsid w:val="00F974DA"/>
    <w:rsid w:val="00FA46E5"/>
    <w:rsid w:val="00FB7DBA"/>
    <w:rsid w:val="00FC0BA7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8A7C"/>
  <w15:docId w15:val="{BCADBE8F-3AD6-4DF7-8AD8-B2E3B13B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B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B8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B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B8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0C3D-7438-4B1E-B1D6-77C70AF398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4565C2-3144-4F04-8013-23F38CDF6AA7}"/>
</file>

<file path=customXml/itemProps3.xml><?xml version="1.0" encoding="utf-8"?>
<ds:datastoreItem xmlns:ds="http://schemas.openxmlformats.org/officeDocument/2006/customXml" ds:itemID="{5BCD8297-612E-4E03-91C7-E26E0AF9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C78A4D-9AC6-4C99-90F8-422F3F1E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72</TotalTime>
  <Pages>1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14</cp:revision>
  <cp:lastPrinted>2019-12-17T10:01:00Z</cp:lastPrinted>
  <dcterms:created xsi:type="dcterms:W3CDTF">2021-09-17T12:54:00Z</dcterms:created>
  <dcterms:modified xsi:type="dcterms:W3CDTF">2021-09-30T10:53:00Z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